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0E1819E1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="00FE1421">
        <w:rPr>
          <w:rFonts w:ascii="Calibri" w:hAnsi="Calibri"/>
          <w:color w:val="00558C"/>
          <w:sz w:val="24"/>
          <w:szCs w:val="24"/>
        </w:rPr>
        <w:t>PAP4</w:t>
      </w:r>
      <w:r w:rsidR="00600912">
        <w:rPr>
          <w:rFonts w:ascii="Calibri" w:hAnsi="Calibri"/>
          <w:color w:val="00558C"/>
          <w:sz w:val="24"/>
          <w:szCs w:val="24"/>
        </w:rPr>
        <w:t>7</w:t>
      </w:r>
      <w:r w:rsidRPr="00A72757">
        <w:rPr>
          <w:rFonts w:ascii="Calibri" w:hAnsi="Calibri"/>
          <w:color w:val="00558C"/>
          <w:sz w:val="24"/>
          <w:szCs w:val="24"/>
        </w:rPr>
        <w:t>-</w:t>
      </w:r>
      <w:r w:rsidR="00E71526">
        <w:rPr>
          <w:rFonts w:ascii="Calibri" w:hAnsi="Calibri"/>
          <w:color w:val="00558C"/>
          <w:sz w:val="24"/>
          <w:szCs w:val="24"/>
        </w:rPr>
        <w:t>7.1.1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4341E213" w:rsidR="0080294B" w:rsidRPr="00B0084A" w:rsidRDefault="00EF3D98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400F8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71526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0E1A3B65" w:rsidR="0080294B" w:rsidRPr="00B0084A" w:rsidRDefault="00EF3D98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391DBD4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E71526">
        <w:rPr>
          <w:rFonts w:ascii="Calibri" w:hAnsi="Calibri"/>
        </w:rPr>
        <w:t>7.1</w:t>
      </w:r>
    </w:p>
    <w:p w14:paraId="1AB3E246" w14:textId="206A3F88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EB306E">
        <w:rPr>
          <w:rFonts w:ascii="Calibri" w:hAnsi="Calibri"/>
        </w:rPr>
        <w:t>Work programme</w:t>
      </w:r>
    </w:p>
    <w:p w14:paraId="01FC5420" w14:textId="6A24A5FE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EB306E">
        <w:rPr>
          <w:rFonts w:ascii="Calibri" w:hAnsi="Calibri"/>
        </w:rPr>
        <w:t>Secretariat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59BA310B" w:rsidR="00A446C9" w:rsidRPr="00605E43" w:rsidRDefault="00EB306E" w:rsidP="0035243F">
      <w:pPr>
        <w:pStyle w:val="Title"/>
      </w:pPr>
      <w:r>
        <w:t>revised committee work programme</w:t>
      </w:r>
      <w:r w:rsidR="004C4392">
        <w:t xml:space="preserve"> 2018-2023</w:t>
      </w:r>
    </w:p>
    <w:p w14:paraId="2CC2DB54" w14:textId="3E95733B" w:rsidR="009874F9" w:rsidRPr="009874F9" w:rsidRDefault="004C4392" w:rsidP="009874F9">
      <w:pPr>
        <w:pStyle w:val="Heading1"/>
      </w:pPr>
      <w:r>
        <w:t>summary</w:t>
      </w:r>
    </w:p>
    <w:p w14:paraId="00EC0BCC" w14:textId="5D06FE88" w:rsidR="00180DDA" w:rsidRPr="00415B93" w:rsidRDefault="00926ACE" w:rsidP="00415B93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council 75 session </w:t>
      </w:r>
      <w:r w:rsidR="00070CAF">
        <w:rPr>
          <w:rFonts w:ascii="Calibri" w:hAnsi="Calibri"/>
        </w:rPr>
        <w:t xml:space="preserve">which was held in Denmark </w:t>
      </w:r>
      <w:r>
        <w:rPr>
          <w:rFonts w:ascii="Calibri" w:hAnsi="Calibri"/>
        </w:rPr>
        <w:t>in June 2022</w:t>
      </w:r>
      <w:r w:rsidR="00070CAF">
        <w:rPr>
          <w:rFonts w:ascii="Calibri" w:hAnsi="Calibri"/>
        </w:rPr>
        <w:t xml:space="preserve"> approved the work programme </w:t>
      </w:r>
      <w:r w:rsidR="00AF4F4C">
        <w:rPr>
          <w:rFonts w:ascii="Calibri" w:hAnsi="Calibri"/>
        </w:rPr>
        <w:t xml:space="preserve">(PAP47-7.1.1.1) </w:t>
      </w:r>
      <w:r w:rsidR="00070CAF">
        <w:rPr>
          <w:rFonts w:ascii="Calibri" w:hAnsi="Calibri"/>
        </w:rPr>
        <w:t xml:space="preserve">proposed by the committees. </w:t>
      </w:r>
      <w:r w:rsidR="00996044">
        <w:rPr>
          <w:rFonts w:ascii="Calibri" w:hAnsi="Calibri"/>
        </w:rPr>
        <w:t xml:space="preserve">The committee could </w:t>
      </w:r>
      <w:r w:rsidR="00222199">
        <w:rPr>
          <w:rFonts w:ascii="Calibri" w:hAnsi="Calibri"/>
        </w:rPr>
        <w:t xml:space="preserve">confirm the task plans accordingly and continue the tasks. </w:t>
      </w:r>
    </w:p>
    <w:p w14:paraId="7A8D2F27" w14:textId="2D94A513" w:rsidR="00A446C9" w:rsidRPr="007A395D" w:rsidRDefault="00A446C9" w:rsidP="00605E43">
      <w:pPr>
        <w:pStyle w:val="Heading1"/>
      </w:pPr>
      <w:r w:rsidRPr="007A395D">
        <w:t xml:space="preserve">Action requested of </w:t>
      </w:r>
      <w:r w:rsidR="00415B93">
        <w:t>pap</w:t>
      </w:r>
    </w:p>
    <w:p w14:paraId="2AF6F874" w14:textId="08B7A3BE" w:rsidR="004D1D85" w:rsidRDefault="00EF3D98" w:rsidP="00222199">
      <w:pPr>
        <w:pStyle w:val="BodyText"/>
        <w:rPr>
          <w:rFonts w:ascii="Calibri" w:hAnsi="Calibri"/>
        </w:rPr>
      </w:pPr>
      <w:r>
        <w:rPr>
          <w:rFonts w:ascii="Calibri" w:hAnsi="Calibri"/>
        </w:rPr>
        <w:t>PAP</w:t>
      </w:r>
      <w:r w:rsidR="00F25BF4" w:rsidRPr="007A395D">
        <w:rPr>
          <w:rFonts w:ascii="Calibri" w:hAnsi="Calibri"/>
        </w:rPr>
        <w:t xml:space="preserve"> is requested to</w:t>
      </w:r>
      <w:r w:rsidR="00222199">
        <w:rPr>
          <w:rFonts w:ascii="Calibri" w:hAnsi="Calibri"/>
        </w:rPr>
        <w:t xml:space="preserve"> </w:t>
      </w:r>
      <w:r w:rsidR="001623FC">
        <w:rPr>
          <w:rFonts w:ascii="Calibri" w:hAnsi="Calibri"/>
        </w:rPr>
        <w:t xml:space="preserve">discuss and </w:t>
      </w:r>
      <w:r w:rsidR="00222199">
        <w:rPr>
          <w:rFonts w:ascii="Calibri" w:hAnsi="Calibri"/>
        </w:rPr>
        <w:t xml:space="preserve">note the information provided. </w:t>
      </w:r>
    </w:p>
    <w:p w14:paraId="3A49CBEA" w14:textId="77777777" w:rsidR="001623FC" w:rsidRDefault="001623FC" w:rsidP="00222199">
      <w:pPr>
        <w:pStyle w:val="BodyText"/>
        <w:rPr>
          <w:rFonts w:ascii="Calibri" w:hAnsi="Calibri"/>
        </w:rPr>
      </w:pPr>
    </w:p>
    <w:p w14:paraId="666E53FA" w14:textId="77777777" w:rsidR="001623FC" w:rsidRDefault="001623FC" w:rsidP="00222199">
      <w:pPr>
        <w:pStyle w:val="BodyText"/>
        <w:rPr>
          <w:rFonts w:ascii="Calibri" w:hAnsi="Calibri"/>
        </w:rPr>
      </w:pPr>
    </w:p>
    <w:p w14:paraId="16AE6650" w14:textId="562010E0" w:rsidR="004D1D85" w:rsidRPr="007A395D" w:rsidRDefault="004D1D85" w:rsidP="001623FC">
      <w:pPr>
        <w:pStyle w:val="AppendixHead3"/>
        <w:numPr>
          <w:ilvl w:val="0"/>
          <w:numId w:val="0"/>
        </w:numPr>
      </w:pPr>
    </w:p>
    <w:sectPr w:rsidR="004D1D85" w:rsidRPr="007A395D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A6402" w14:textId="77777777" w:rsidR="009849FE" w:rsidRDefault="009849FE" w:rsidP="00362CD9">
      <w:r>
        <w:separator/>
      </w:r>
    </w:p>
  </w:endnote>
  <w:endnote w:type="continuationSeparator" w:id="0">
    <w:p w14:paraId="1C8DECE4" w14:textId="77777777" w:rsidR="009849FE" w:rsidRDefault="009849F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33F5C106" w:rsidR="004533B7" w:rsidRPr="00C907DF" w:rsidRDefault="00AF4F4C" w:rsidP="004533B7">
    <w:pPr>
      <w:pStyle w:val="Footerportrait"/>
    </w:pPr>
    <w:fldSimple w:instr=" STYLEREF  Title  \* MERGEFORMAT ">
      <w:r w:rsidR="00EF3D98">
        <w:t>revised committee work programme 2018-2023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022AEFBB" w:rsidR="00637047" w:rsidRPr="00C907DF" w:rsidRDefault="00AF4F4C" w:rsidP="00637047">
    <w:pPr>
      <w:pStyle w:val="Footerportrait"/>
    </w:pPr>
    <w:fldSimple w:instr=" STYLEREF  Title  \* MERGEFORMAT ">
      <w:r w:rsidR="001623FC">
        <w:t>revised committee work programme 2018-2023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725DD" w14:textId="77777777" w:rsidR="009849FE" w:rsidRDefault="009849FE" w:rsidP="00362CD9">
      <w:r>
        <w:separator/>
      </w:r>
    </w:p>
  </w:footnote>
  <w:footnote w:type="continuationSeparator" w:id="0">
    <w:p w14:paraId="7E804701" w14:textId="77777777" w:rsidR="009849FE" w:rsidRDefault="009849FE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136319">
    <w:abstractNumId w:val="7"/>
  </w:num>
  <w:num w:numId="2" w16cid:durableId="1724213348">
    <w:abstractNumId w:val="2"/>
  </w:num>
  <w:num w:numId="3" w16cid:durableId="579294378">
    <w:abstractNumId w:val="18"/>
  </w:num>
  <w:num w:numId="4" w16cid:durableId="772166446">
    <w:abstractNumId w:val="41"/>
  </w:num>
  <w:num w:numId="5" w16cid:durableId="1016469588">
    <w:abstractNumId w:val="31"/>
  </w:num>
  <w:num w:numId="6" w16cid:durableId="2045129801">
    <w:abstractNumId w:val="11"/>
  </w:num>
  <w:num w:numId="7" w16cid:durableId="499538883">
    <w:abstractNumId w:val="44"/>
  </w:num>
  <w:num w:numId="8" w16cid:durableId="1037655079">
    <w:abstractNumId w:val="26"/>
  </w:num>
  <w:num w:numId="9" w16cid:durableId="559285992">
    <w:abstractNumId w:val="20"/>
  </w:num>
  <w:num w:numId="10" w16cid:durableId="921719111">
    <w:abstractNumId w:val="35"/>
  </w:num>
  <w:num w:numId="11" w16cid:durableId="786311585">
    <w:abstractNumId w:val="34"/>
  </w:num>
  <w:num w:numId="12" w16cid:durableId="589506979">
    <w:abstractNumId w:val="30"/>
  </w:num>
  <w:num w:numId="13" w16cid:durableId="1836145497">
    <w:abstractNumId w:val="42"/>
  </w:num>
  <w:num w:numId="14" w16cid:durableId="1756782261">
    <w:abstractNumId w:val="16"/>
  </w:num>
  <w:num w:numId="15" w16cid:durableId="17977545">
    <w:abstractNumId w:val="48"/>
  </w:num>
  <w:num w:numId="16" w16cid:durableId="2094890435">
    <w:abstractNumId w:val="29"/>
  </w:num>
  <w:num w:numId="17" w16cid:durableId="1566060577">
    <w:abstractNumId w:val="17"/>
  </w:num>
  <w:num w:numId="18" w16cid:durableId="844705127">
    <w:abstractNumId w:val="38"/>
  </w:num>
  <w:num w:numId="19" w16cid:durableId="1712800043">
    <w:abstractNumId w:val="29"/>
  </w:num>
  <w:num w:numId="20" w16cid:durableId="1958676482">
    <w:abstractNumId w:val="29"/>
  </w:num>
  <w:num w:numId="21" w16cid:durableId="676808418">
    <w:abstractNumId w:val="29"/>
  </w:num>
  <w:num w:numId="22" w16cid:durableId="900487287">
    <w:abstractNumId w:val="29"/>
  </w:num>
  <w:num w:numId="23" w16cid:durableId="2018264964">
    <w:abstractNumId w:val="39"/>
  </w:num>
  <w:num w:numId="24" w16cid:durableId="10111471">
    <w:abstractNumId w:val="10"/>
  </w:num>
  <w:num w:numId="25" w16cid:durableId="1967150970">
    <w:abstractNumId w:val="10"/>
  </w:num>
  <w:num w:numId="26" w16cid:durableId="1257396113">
    <w:abstractNumId w:val="10"/>
  </w:num>
  <w:num w:numId="27" w16cid:durableId="410467912">
    <w:abstractNumId w:val="22"/>
  </w:num>
  <w:num w:numId="28" w16cid:durableId="237595952">
    <w:abstractNumId w:val="22"/>
  </w:num>
  <w:num w:numId="29" w16cid:durableId="1521311346">
    <w:abstractNumId w:val="22"/>
  </w:num>
  <w:num w:numId="30" w16cid:durableId="1755318220">
    <w:abstractNumId w:val="22"/>
  </w:num>
  <w:num w:numId="31" w16cid:durableId="1025864002">
    <w:abstractNumId w:val="22"/>
  </w:num>
  <w:num w:numId="32" w16cid:durableId="1692147233">
    <w:abstractNumId w:val="22"/>
  </w:num>
  <w:num w:numId="33" w16cid:durableId="367024013">
    <w:abstractNumId w:val="36"/>
  </w:num>
  <w:num w:numId="34" w16cid:durableId="1692879331">
    <w:abstractNumId w:val="36"/>
  </w:num>
  <w:num w:numId="35" w16cid:durableId="1968854937">
    <w:abstractNumId w:val="36"/>
  </w:num>
  <w:num w:numId="36" w16cid:durableId="409084323">
    <w:abstractNumId w:val="27"/>
  </w:num>
  <w:num w:numId="37" w16cid:durableId="481049332">
    <w:abstractNumId w:val="16"/>
  </w:num>
  <w:num w:numId="38" w16cid:durableId="762728720">
    <w:abstractNumId w:val="30"/>
  </w:num>
  <w:num w:numId="39" w16cid:durableId="406733196">
    <w:abstractNumId w:val="29"/>
  </w:num>
  <w:num w:numId="40" w16cid:durableId="339709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22819722">
    <w:abstractNumId w:val="9"/>
  </w:num>
  <w:num w:numId="42" w16cid:durableId="12394863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76078716">
    <w:abstractNumId w:val="9"/>
  </w:num>
  <w:num w:numId="44" w16cid:durableId="128939901">
    <w:abstractNumId w:val="28"/>
  </w:num>
  <w:num w:numId="45" w16cid:durableId="1605648278">
    <w:abstractNumId w:val="32"/>
  </w:num>
  <w:num w:numId="46" w16cid:durableId="496655810">
    <w:abstractNumId w:val="49"/>
  </w:num>
  <w:num w:numId="47" w16cid:durableId="1718967224">
    <w:abstractNumId w:val="13"/>
  </w:num>
  <w:num w:numId="48" w16cid:durableId="1709991696">
    <w:abstractNumId w:val="21"/>
  </w:num>
  <w:num w:numId="49" w16cid:durableId="1044283049">
    <w:abstractNumId w:val="14"/>
  </w:num>
  <w:num w:numId="50" w16cid:durableId="1967082030">
    <w:abstractNumId w:val="12"/>
  </w:num>
  <w:num w:numId="51" w16cid:durableId="2104648613">
    <w:abstractNumId w:val="19"/>
  </w:num>
  <w:num w:numId="52" w16cid:durableId="348339373">
    <w:abstractNumId w:val="43"/>
  </w:num>
  <w:num w:numId="53" w16cid:durableId="1828092372">
    <w:abstractNumId w:val="46"/>
  </w:num>
  <w:num w:numId="54" w16cid:durableId="46882591">
    <w:abstractNumId w:val="15"/>
  </w:num>
  <w:num w:numId="55" w16cid:durableId="2019695801">
    <w:abstractNumId w:val="47"/>
  </w:num>
  <w:num w:numId="56" w16cid:durableId="1019815527">
    <w:abstractNumId w:val="40"/>
  </w:num>
  <w:num w:numId="57" w16cid:durableId="117071472">
    <w:abstractNumId w:val="25"/>
  </w:num>
  <w:num w:numId="58" w16cid:durableId="828516770">
    <w:abstractNumId w:val="8"/>
  </w:num>
  <w:num w:numId="59" w16cid:durableId="230429686">
    <w:abstractNumId w:val="6"/>
  </w:num>
  <w:num w:numId="60" w16cid:durableId="973294380">
    <w:abstractNumId w:val="5"/>
  </w:num>
  <w:num w:numId="61" w16cid:durableId="2014264212">
    <w:abstractNumId w:val="4"/>
  </w:num>
  <w:num w:numId="62" w16cid:durableId="830754055">
    <w:abstractNumId w:val="3"/>
  </w:num>
  <w:num w:numId="63" w16cid:durableId="717315890">
    <w:abstractNumId w:val="1"/>
  </w:num>
  <w:num w:numId="64" w16cid:durableId="150876912">
    <w:abstractNumId w:val="0"/>
  </w:num>
  <w:num w:numId="65" w16cid:durableId="829248940">
    <w:abstractNumId w:val="37"/>
  </w:num>
  <w:num w:numId="66" w16cid:durableId="569999294">
    <w:abstractNumId w:val="45"/>
  </w:num>
  <w:num w:numId="67" w16cid:durableId="1177111293">
    <w:abstractNumId w:val="24"/>
  </w:num>
  <w:num w:numId="68" w16cid:durableId="44794055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635990278">
    <w:abstractNumId w:val="23"/>
  </w:num>
  <w:num w:numId="70" w16cid:durableId="10851118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4386465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106608173">
    <w:abstractNumId w:val="33"/>
  </w:num>
  <w:num w:numId="73" w16cid:durableId="14560955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oxrAfCTmyksAAAA"/>
  </w:docVars>
  <w:rsids>
    <w:rsidRoot w:val="00FE5674"/>
    <w:rsid w:val="000005D3"/>
    <w:rsid w:val="000049D8"/>
    <w:rsid w:val="00036B9E"/>
    <w:rsid w:val="00037DF4"/>
    <w:rsid w:val="000400F8"/>
    <w:rsid w:val="0004700E"/>
    <w:rsid w:val="00057FCA"/>
    <w:rsid w:val="00070C13"/>
    <w:rsid w:val="00070CAF"/>
    <w:rsid w:val="000715C9"/>
    <w:rsid w:val="00084F33"/>
    <w:rsid w:val="000A77A7"/>
    <w:rsid w:val="000B1707"/>
    <w:rsid w:val="000C1B3E"/>
    <w:rsid w:val="000C349E"/>
    <w:rsid w:val="00110203"/>
    <w:rsid w:val="00110AE7"/>
    <w:rsid w:val="00122A21"/>
    <w:rsid w:val="001241C8"/>
    <w:rsid w:val="001623FC"/>
    <w:rsid w:val="00177F4D"/>
    <w:rsid w:val="00180DDA"/>
    <w:rsid w:val="001B2A2D"/>
    <w:rsid w:val="001B737D"/>
    <w:rsid w:val="001C44A3"/>
    <w:rsid w:val="001C77BB"/>
    <w:rsid w:val="001E0248"/>
    <w:rsid w:val="001E0E15"/>
    <w:rsid w:val="001F528A"/>
    <w:rsid w:val="001F704E"/>
    <w:rsid w:val="00201722"/>
    <w:rsid w:val="002125B0"/>
    <w:rsid w:val="00221E08"/>
    <w:rsid w:val="00222199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0A6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590D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15B93"/>
    <w:rsid w:val="00420A38"/>
    <w:rsid w:val="00426DB3"/>
    <w:rsid w:val="00431B19"/>
    <w:rsid w:val="004533B7"/>
    <w:rsid w:val="004661AD"/>
    <w:rsid w:val="004C4392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D763D"/>
    <w:rsid w:val="005E262D"/>
    <w:rsid w:val="005F23D3"/>
    <w:rsid w:val="005F7E20"/>
    <w:rsid w:val="00600912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06BC"/>
    <w:rsid w:val="0092692B"/>
    <w:rsid w:val="00926ACE"/>
    <w:rsid w:val="00943E9C"/>
    <w:rsid w:val="00953F4D"/>
    <w:rsid w:val="00960BB8"/>
    <w:rsid w:val="00964F5C"/>
    <w:rsid w:val="00973B57"/>
    <w:rsid w:val="009831C0"/>
    <w:rsid w:val="009849FE"/>
    <w:rsid w:val="009874F9"/>
    <w:rsid w:val="0099161D"/>
    <w:rsid w:val="00996044"/>
    <w:rsid w:val="009C5F41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AF4F4C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3BE1"/>
    <w:rsid w:val="00C05CE5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12572"/>
    <w:rsid w:val="00E22A11"/>
    <w:rsid w:val="00E31E5C"/>
    <w:rsid w:val="00E44DD2"/>
    <w:rsid w:val="00E558C3"/>
    <w:rsid w:val="00E55927"/>
    <w:rsid w:val="00E71526"/>
    <w:rsid w:val="00E846CD"/>
    <w:rsid w:val="00E912A6"/>
    <w:rsid w:val="00EA4844"/>
    <w:rsid w:val="00EA4D9C"/>
    <w:rsid w:val="00EA5A97"/>
    <w:rsid w:val="00EB306E"/>
    <w:rsid w:val="00EB75EE"/>
    <w:rsid w:val="00EE4C1D"/>
    <w:rsid w:val="00EF3685"/>
    <w:rsid w:val="00EF3D98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1421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46E917-B439-498A-81E9-DDDB33C9D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Minsu Jeon</cp:lastModifiedBy>
  <cp:revision>15</cp:revision>
  <dcterms:created xsi:type="dcterms:W3CDTF">2022-07-22T14:08:00Z</dcterms:created>
  <dcterms:modified xsi:type="dcterms:W3CDTF">2022-08-30T13:44:00Z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